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C39" w:rsidRPr="00842AF7" w:rsidRDefault="00180C39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180C39" w:rsidRPr="00842AF7" w:rsidRDefault="00180C39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«Муезерсклес</w:t>
      </w:r>
      <w:r>
        <w:rPr>
          <w:color w:val="000000"/>
          <w:sz w:val="22"/>
          <w:szCs w:val="22"/>
        </w:rPr>
        <w:t>», на сайт.</w:t>
      </w:r>
    </w:p>
    <w:p w:rsidR="00180C39" w:rsidRPr="00842AF7" w:rsidRDefault="00180C39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180C39" w:rsidRPr="00842AF7" w:rsidRDefault="00180C39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180C39" w:rsidRDefault="00180C39" w:rsidP="004C60DF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по внесению изменений в Правила землепользования и застройки </w:t>
      </w:r>
      <w:r>
        <w:rPr>
          <w:b/>
          <w:color w:val="000000"/>
          <w:sz w:val="22"/>
          <w:szCs w:val="22"/>
        </w:rPr>
        <w:t>Пенингского</w:t>
      </w:r>
      <w:r w:rsidRPr="00842AF7">
        <w:rPr>
          <w:b/>
          <w:color w:val="000000"/>
          <w:sz w:val="22"/>
          <w:szCs w:val="22"/>
        </w:rPr>
        <w:t xml:space="preserve"> </w:t>
      </w:r>
    </w:p>
    <w:p w:rsidR="00180C39" w:rsidRPr="00842AF7" w:rsidRDefault="00180C39" w:rsidP="000C000D">
      <w:pPr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 xml:space="preserve">сельского поселения, </w:t>
      </w:r>
      <w:r w:rsidRPr="000C000D">
        <w:rPr>
          <w:b/>
          <w:color w:val="000000"/>
          <w:sz w:val="22"/>
          <w:szCs w:val="22"/>
        </w:rPr>
        <w:t>решени</w:t>
      </w:r>
      <w:r>
        <w:rPr>
          <w:b/>
          <w:color w:val="000000"/>
          <w:sz w:val="22"/>
          <w:szCs w:val="22"/>
        </w:rPr>
        <w:t>ем</w:t>
      </w:r>
      <w:r w:rsidRPr="000C000D">
        <w:rPr>
          <w:b/>
          <w:color w:val="000000"/>
          <w:sz w:val="22"/>
          <w:szCs w:val="22"/>
        </w:rPr>
        <w:t xml:space="preserve"> 45 сессии 6 созыва от 20.06.2018 года № 35</w:t>
      </w:r>
      <w:r>
        <w:rPr>
          <w:b/>
          <w:color w:val="000000"/>
          <w:sz w:val="22"/>
          <w:szCs w:val="22"/>
        </w:rPr>
        <w:t>4</w:t>
      </w:r>
      <w:r w:rsidRPr="000C000D">
        <w:rPr>
          <w:b/>
          <w:color w:val="000000"/>
          <w:sz w:val="22"/>
          <w:szCs w:val="22"/>
        </w:rPr>
        <w:t xml:space="preserve"> Совета Муезерского муниципального района</w:t>
      </w:r>
    </w:p>
    <w:p w:rsidR="00180C39" w:rsidRPr="00842AF7" w:rsidRDefault="00180C39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180C39" w:rsidRPr="00842AF7" w:rsidRDefault="00180C39" w:rsidP="00FF49F9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Информация о</w:t>
      </w:r>
      <w:r w:rsidRPr="000C000D">
        <w:rPr>
          <w:color w:val="000000"/>
          <w:sz w:val="22"/>
          <w:szCs w:val="22"/>
        </w:rPr>
        <w:t xml:space="preserve"> назначении публичных слушаний по внесению изменений в Правила землепользования и застройки </w:t>
      </w:r>
      <w:r>
        <w:rPr>
          <w:color w:val="000000"/>
          <w:sz w:val="22"/>
          <w:szCs w:val="22"/>
        </w:rPr>
        <w:t>Пенингского</w:t>
      </w:r>
      <w:r w:rsidRPr="000C000D">
        <w:rPr>
          <w:color w:val="000000"/>
          <w:sz w:val="22"/>
          <w:szCs w:val="22"/>
        </w:rPr>
        <w:t xml:space="preserve"> сельского поселения</w:t>
      </w:r>
      <w:r w:rsidRPr="00842AF7">
        <w:rPr>
          <w:color w:val="000000"/>
          <w:sz w:val="22"/>
          <w:szCs w:val="22"/>
        </w:rPr>
        <w:t xml:space="preserve">,  комиссия </w:t>
      </w:r>
      <w:r w:rsidRPr="000C000D">
        <w:rPr>
          <w:color w:val="000000"/>
          <w:sz w:val="22"/>
          <w:szCs w:val="22"/>
        </w:rPr>
        <w:t xml:space="preserve">по подготовке проекта правил землепользования и застройки Муезерского муниципального района </w:t>
      </w:r>
      <w:r w:rsidRPr="00842AF7">
        <w:rPr>
          <w:color w:val="000000"/>
          <w:sz w:val="22"/>
          <w:szCs w:val="22"/>
        </w:rPr>
        <w:t>информирует о следующем:</w:t>
      </w:r>
    </w:p>
    <w:p w:rsidR="00180C39" w:rsidRDefault="00180C39" w:rsidP="008E1811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2"/>
          <w:szCs w:val="22"/>
        </w:rPr>
      </w:pPr>
      <w:r w:rsidRPr="000C000D">
        <w:rPr>
          <w:color w:val="000000"/>
          <w:sz w:val="22"/>
          <w:szCs w:val="22"/>
        </w:rPr>
        <w:t>На</w:t>
      </w:r>
      <w:r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31 марта </w:t>
      </w:r>
      <w:smartTag w:uri="urn:schemas-microsoft-com:office:smarttags" w:element="metricconverter">
        <w:smartTagPr>
          <w:attr w:name="ProductID" w:val="2021 г"/>
        </w:smartTagPr>
        <w:r>
          <w:rPr>
            <w:color w:val="000000"/>
            <w:sz w:val="22"/>
            <w:szCs w:val="22"/>
          </w:rPr>
          <w:t>2021 г</w:t>
        </w:r>
      </w:smartTag>
      <w:r>
        <w:rPr>
          <w:color w:val="000000"/>
          <w:sz w:val="22"/>
          <w:szCs w:val="22"/>
        </w:rPr>
        <w:t>.</w:t>
      </w:r>
      <w:r w:rsidRPr="000C000D">
        <w:rPr>
          <w:color w:val="000000"/>
          <w:sz w:val="22"/>
          <w:szCs w:val="22"/>
        </w:rPr>
        <w:t xml:space="preserve"> на 1</w:t>
      </w:r>
      <w:r>
        <w:rPr>
          <w:color w:val="000000"/>
          <w:sz w:val="22"/>
          <w:szCs w:val="22"/>
        </w:rPr>
        <w:t>4</w:t>
      </w:r>
      <w:r w:rsidRPr="000C000D">
        <w:rPr>
          <w:color w:val="000000"/>
          <w:sz w:val="22"/>
          <w:szCs w:val="22"/>
        </w:rPr>
        <w:t xml:space="preserve"> часов </w:t>
      </w:r>
      <w:r>
        <w:rPr>
          <w:color w:val="000000"/>
          <w:sz w:val="22"/>
          <w:szCs w:val="22"/>
        </w:rPr>
        <w:t>0</w:t>
      </w:r>
      <w:r w:rsidRPr="000C000D">
        <w:rPr>
          <w:color w:val="000000"/>
          <w:sz w:val="22"/>
          <w:szCs w:val="22"/>
        </w:rPr>
        <w:t>0 минут</w:t>
      </w:r>
      <w:r w:rsidRPr="00842AF7">
        <w:rPr>
          <w:color w:val="000000"/>
          <w:sz w:val="22"/>
          <w:szCs w:val="22"/>
        </w:rPr>
        <w:t xml:space="preserve"> назначены публичные слушания по </w:t>
      </w:r>
      <w:r>
        <w:rPr>
          <w:color w:val="000000"/>
          <w:sz w:val="22"/>
          <w:szCs w:val="22"/>
        </w:rPr>
        <w:t>проекту</w:t>
      </w:r>
      <w:r w:rsidRPr="00842AF7">
        <w:rPr>
          <w:color w:val="000000"/>
          <w:sz w:val="22"/>
          <w:szCs w:val="22"/>
        </w:rPr>
        <w:t xml:space="preserve"> внесени</w:t>
      </w:r>
      <w:r>
        <w:rPr>
          <w:color w:val="000000"/>
          <w:sz w:val="22"/>
          <w:szCs w:val="22"/>
        </w:rPr>
        <w:t>я</w:t>
      </w:r>
      <w:r w:rsidRPr="00842AF7">
        <w:rPr>
          <w:color w:val="000000"/>
          <w:sz w:val="22"/>
          <w:szCs w:val="22"/>
        </w:rPr>
        <w:t xml:space="preserve"> изменений в </w:t>
      </w:r>
      <w:r>
        <w:rPr>
          <w:color w:val="000000"/>
          <w:sz w:val="22"/>
          <w:szCs w:val="22"/>
        </w:rPr>
        <w:t>«</w:t>
      </w:r>
      <w:r w:rsidRPr="00842AF7">
        <w:rPr>
          <w:color w:val="000000"/>
          <w:sz w:val="22"/>
          <w:szCs w:val="22"/>
        </w:rPr>
        <w:t xml:space="preserve">Правила землепользования и застройки </w:t>
      </w:r>
      <w:r>
        <w:rPr>
          <w:color w:val="000000"/>
          <w:sz w:val="22"/>
          <w:szCs w:val="22"/>
        </w:rPr>
        <w:t>Пенингского</w:t>
      </w:r>
      <w:r w:rsidRPr="00842AF7">
        <w:rPr>
          <w:color w:val="000000"/>
          <w:sz w:val="22"/>
          <w:szCs w:val="22"/>
        </w:rPr>
        <w:t xml:space="preserve"> сельского поселения», </w:t>
      </w:r>
      <w:r>
        <w:rPr>
          <w:color w:val="000000"/>
          <w:sz w:val="22"/>
          <w:szCs w:val="22"/>
        </w:rPr>
        <w:t xml:space="preserve">утвержденные </w:t>
      </w:r>
      <w:r w:rsidRPr="000C000D">
        <w:rPr>
          <w:color w:val="000000"/>
          <w:sz w:val="22"/>
          <w:szCs w:val="22"/>
        </w:rPr>
        <w:t>решением 45 сессии 6 созыва Совета Муезерского муниципального района</w:t>
      </w:r>
      <w:r>
        <w:rPr>
          <w:color w:val="000000"/>
          <w:sz w:val="22"/>
          <w:szCs w:val="22"/>
        </w:rPr>
        <w:t xml:space="preserve"> </w:t>
      </w:r>
      <w:r w:rsidRPr="000C000D">
        <w:rPr>
          <w:color w:val="000000"/>
          <w:sz w:val="22"/>
          <w:szCs w:val="22"/>
        </w:rPr>
        <w:t>от 20.06.2018 года № 35</w:t>
      </w:r>
      <w:r>
        <w:rPr>
          <w:color w:val="000000"/>
          <w:sz w:val="22"/>
          <w:szCs w:val="22"/>
        </w:rPr>
        <w:t>4,</w:t>
      </w:r>
      <w:r w:rsidRPr="000C000D">
        <w:rPr>
          <w:color w:val="000000"/>
          <w:sz w:val="22"/>
          <w:szCs w:val="22"/>
        </w:rPr>
        <w:t xml:space="preserve"> </w:t>
      </w:r>
      <w:r w:rsidRPr="00FF49F9">
        <w:rPr>
          <w:color w:val="000000"/>
          <w:sz w:val="22"/>
          <w:szCs w:val="22"/>
        </w:rPr>
        <w:t>ГП86.627.445ГР, часть 3 Градостроительные регламенты  Приложение №11</w:t>
      </w:r>
      <w:r>
        <w:rPr>
          <w:color w:val="000000"/>
          <w:sz w:val="22"/>
          <w:szCs w:val="22"/>
        </w:rPr>
        <w:t xml:space="preserve">,  </w:t>
      </w:r>
      <w:r w:rsidRPr="000C000D">
        <w:rPr>
          <w:color w:val="000000"/>
          <w:sz w:val="22"/>
          <w:szCs w:val="22"/>
        </w:rPr>
        <w:t>в части</w:t>
      </w:r>
      <w:r>
        <w:rPr>
          <w:color w:val="000000"/>
          <w:sz w:val="22"/>
          <w:szCs w:val="22"/>
        </w:rPr>
        <w:t>:</w:t>
      </w:r>
      <w:r w:rsidRPr="000C000D">
        <w:rPr>
          <w:color w:val="000000"/>
          <w:sz w:val="22"/>
          <w:szCs w:val="22"/>
        </w:rPr>
        <w:t xml:space="preserve"> </w:t>
      </w:r>
    </w:p>
    <w:p w:rsidR="00180C39" w:rsidRPr="008E1811" w:rsidRDefault="00180C39" w:rsidP="008E1811">
      <w:pPr>
        <w:pStyle w:val="ListParagraph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2"/>
          <w:szCs w:val="22"/>
        </w:rPr>
      </w:pPr>
      <w:r w:rsidRPr="008E1811">
        <w:rPr>
          <w:color w:val="000000"/>
          <w:sz w:val="22"/>
          <w:szCs w:val="22"/>
        </w:rPr>
        <w:t xml:space="preserve">Виды разрешенного использования земельных участков приводятся в соответствие Классификатору видов разрешенного использования земельных участков, утвержденному приказом Минэкономразвития России от 01.09.2014 г. № 540. </w:t>
      </w:r>
    </w:p>
    <w:p w:rsidR="00180C39" w:rsidRPr="008E1811" w:rsidRDefault="00180C39" w:rsidP="008E1811">
      <w:pPr>
        <w:pStyle w:val="ListParagraph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2"/>
          <w:szCs w:val="22"/>
        </w:rPr>
      </w:pPr>
      <w:r w:rsidRPr="008E1811">
        <w:rPr>
          <w:color w:val="000000"/>
          <w:sz w:val="22"/>
          <w:szCs w:val="22"/>
        </w:rPr>
        <w:t>Основные виды разрешенного использования,  установленные для территориальной зоны - охранная зона размещения прибрежных и защитных лесов З(Л), таблица 2.9.1,  дополнить видом разрешенного использования, туристическое обслуживание (5.2.1).</w:t>
      </w:r>
    </w:p>
    <w:p w:rsidR="00180C39" w:rsidRPr="00025882" w:rsidRDefault="00180C39" w:rsidP="003F7F07">
      <w:pPr>
        <w:ind w:firstLine="720"/>
        <w:jc w:val="both"/>
        <w:rPr>
          <w:color w:val="000000"/>
          <w:sz w:val="22"/>
          <w:szCs w:val="22"/>
        </w:rPr>
      </w:pPr>
      <w:r w:rsidRPr="00025882">
        <w:rPr>
          <w:color w:val="000000"/>
          <w:sz w:val="22"/>
          <w:szCs w:val="22"/>
        </w:rPr>
        <w:t xml:space="preserve">Место проведения – здание администрации </w:t>
      </w:r>
      <w:r>
        <w:rPr>
          <w:color w:val="000000"/>
          <w:sz w:val="22"/>
          <w:szCs w:val="22"/>
        </w:rPr>
        <w:t>Пенингского</w:t>
      </w:r>
      <w:r w:rsidRPr="00025882">
        <w:rPr>
          <w:color w:val="000000"/>
          <w:sz w:val="22"/>
          <w:szCs w:val="22"/>
        </w:rPr>
        <w:t xml:space="preserve"> сельского поселения по адресу:  Республика Карелия, Муезерский район, п.</w:t>
      </w:r>
      <w:r>
        <w:rPr>
          <w:color w:val="000000"/>
          <w:sz w:val="22"/>
          <w:szCs w:val="22"/>
        </w:rPr>
        <w:t>Пенинга</w:t>
      </w:r>
      <w:r w:rsidRPr="00025882">
        <w:rPr>
          <w:color w:val="000000"/>
          <w:sz w:val="22"/>
          <w:szCs w:val="22"/>
        </w:rPr>
        <w:t>, ул.</w:t>
      </w:r>
      <w:r>
        <w:rPr>
          <w:color w:val="000000"/>
          <w:sz w:val="22"/>
          <w:szCs w:val="22"/>
        </w:rPr>
        <w:t>Мира</w:t>
      </w:r>
      <w:r w:rsidRPr="00025882">
        <w:rPr>
          <w:color w:val="000000"/>
          <w:sz w:val="22"/>
          <w:szCs w:val="22"/>
        </w:rPr>
        <w:t>, д.</w:t>
      </w:r>
      <w:r>
        <w:rPr>
          <w:color w:val="000000"/>
          <w:sz w:val="22"/>
          <w:szCs w:val="22"/>
        </w:rPr>
        <w:t>18.</w:t>
      </w:r>
    </w:p>
    <w:p w:rsidR="00180C39" w:rsidRPr="00842AF7" w:rsidRDefault="00180C39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Pr="00025882">
        <w:rPr>
          <w:color w:val="000000"/>
          <w:sz w:val="22"/>
          <w:szCs w:val="22"/>
        </w:rPr>
        <w:t xml:space="preserve">по подготовке проекта правил землепользования и застройки </w:t>
      </w:r>
      <w:r>
        <w:rPr>
          <w:color w:val="000000"/>
          <w:sz w:val="22"/>
          <w:szCs w:val="22"/>
        </w:rPr>
        <w:t xml:space="preserve">Муезерского муниципального района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>
        <w:rPr>
          <w:color w:val="000000"/>
          <w:sz w:val="22"/>
          <w:szCs w:val="22"/>
        </w:rPr>
        <w:t xml:space="preserve">ого проекта </w:t>
      </w:r>
      <w:r w:rsidRPr="00842AF7">
        <w:rPr>
          <w:color w:val="000000"/>
          <w:sz w:val="22"/>
          <w:szCs w:val="22"/>
        </w:rPr>
        <w:t>внесени</w:t>
      </w:r>
      <w:r>
        <w:rPr>
          <w:color w:val="000000"/>
          <w:sz w:val="22"/>
          <w:szCs w:val="22"/>
        </w:rPr>
        <w:t>я</w:t>
      </w:r>
      <w:r w:rsidRPr="00842AF7">
        <w:rPr>
          <w:color w:val="000000"/>
          <w:sz w:val="22"/>
          <w:szCs w:val="22"/>
        </w:rPr>
        <w:t xml:space="preserve"> изменений в Правила землепользования и застройки </w:t>
      </w:r>
      <w:r>
        <w:rPr>
          <w:color w:val="000000"/>
          <w:sz w:val="22"/>
          <w:szCs w:val="22"/>
        </w:rPr>
        <w:t>Пенингского</w:t>
      </w:r>
      <w:r w:rsidRPr="00842AF7">
        <w:rPr>
          <w:color w:val="000000"/>
          <w:sz w:val="22"/>
          <w:szCs w:val="22"/>
        </w:rPr>
        <w:t xml:space="preserve"> сельского поселения, для включения их в протокол публичных слушаний.</w:t>
      </w:r>
    </w:p>
    <w:p w:rsidR="00180C39" w:rsidRPr="00025882" w:rsidRDefault="00180C39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Комиссия по подготовке проекта правил землепользования и застройки </w:t>
      </w:r>
      <w:r>
        <w:rPr>
          <w:rFonts w:ascii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Pr="00025882">
        <w:rPr>
          <w:rFonts w:ascii="Times New Roman" w:hAnsi="Times New Roman" w:cs="Times New Roman"/>
          <w:color w:val="000000"/>
          <w:sz w:val="22"/>
          <w:szCs w:val="22"/>
        </w:rPr>
        <w:t>: 186960, РК, Муезерский район, п.Муезерский, ул.Октябрьская, д.28;</w:t>
      </w:r>
    </w:p>
    <w:p w:rsidR="00180C39" w:rsidRPr="00025882" w:rsidRDefault="00180C39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hAnsi="Times New Roman" w:cs="Times New Roman"/>
          <w:color w:val="000000"/>
          <w:sz w:val="22"/>
          <w:szCs w:val="22"/>
        </w:rPr>
        <w:t>Телефон для справок: (881455)  33096;</w:t>
      </w:r>
    </w:p>
    <w:p w:rsidR="00180C39" w:rsidRPr="00025882" w:rsidRDefault="00180C39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hAnsi="Times New Roman" w:cs="Times New Roman"/>
          <w:color w:val="000000"/>
          <w:sz w:val="22"/>
          <w:szCs w:val="22"/>
        </w:rPr>
        <w:t>График приема заявителей: понедельник-пятница с 09:00 до 17:30, пятница до 1</w:t>
      </w:r>
      <w:r>
        <w:rPr>
          <w:rFonts w:ascii="Times New Roman" w:hAnsi="Times New Roman" w:cs="Times New Roman"/>
          <w:color w:val="000000"/>
          <w:sz w:val="22"/>
          <w:szCs w:val="22"/>
        </w:rPr>
        <w:t>5</w:t>
      </w:r>
      <w:r w:rsidRPr="00025882">
        <w:rPr>
          <w:rFonts w:ascii="Times New Roman" w:hAnsi="Times New Roman" w:cs="Times New Roman"/>
          <w:color w:val="000000"/>
          <w:sz w:val="22"/>
          <w:szCs w:val="22"/>
        </w:rPr>
        <w:t>:00, перерыв на обед с 13:00 до 14:00, суббота, воскресенье - выходные дни.</w:t>
      </w:r>
    </w:p>
    <w:p w:rsidR="00180C39" w:rsidRPr="00025882" w:rsidRDefault="00180C39" w:rsidP="000C000D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hAnsi="Times New Roman" w:cs="Times New Roman"/>
          <w:color w:val="000000"/>
          <w:sz w:val="22"/>
          <w:szCs w:val="22"/>
        </w:rPr>
        <w:t xml:space="preserve">Адрес электронной почты: </w:t>
      </w:r>
      <w:hyperlink r:id="rId7" w:history="1">
        <w:r w:rsidRPr="00025882">
          <w:rPr>
            <w:rFonts w:ascii="Times New Roman" w:hAnsi="Times New Roman" w:cs="Times New Roman"/>
            <w:color w:val="000000"/>
            <w:sz w:val="22"/>
            <w:szCs w:val="22"/>
          </w:rPr>
          <w:t>mueadmin@inbox.ru</w:t>
        </w:r>
      </w:hyperlink>
    </w:p>
    <w:p w:rsidR="00180C39" w:rsidRPr="00025882" w:rsidRDefault="00180C39" w:rsidP="008B5180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hAnsi="Times New Roman" w:cs="Times New Roman"/>
          <w:color w:val="000000"/>
          <w:sz w:val="22"/>
          <w:szCs w:val="22"/>
        </w:rPr>
        <w:t>С проект</w:t>
      </w:r>
      <w:r>
        <w:rPr>
          <w:rFonts w:ascii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hAnsi="Times New Roman" w:cs="Times New Roman"/>
          <w:color w:val="000000"/>
          <w:sz w:val="22"/>
          <w:szCs w:val="22"/>
        </w:rPr>
        <w:t>м можно ознакомиться:</w:t>
      </w:r>
    </w:p>
    <w:p w:rsidR="00180C39" w:rsidRPr="00842AF7" w:rsidRDefault="00180C39" w:rsidP="004C60DF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- на официальн</w:t>
      </w:r>
      <w:r>
        <w:rPr>
          <w:color w:val="000000"/>
          <w:sz w:val="22"/>
          <w:szCs w:val="22"/>
        </w:rPr>
        <w:t>ом</w:t>
      </w:r>
      <w:r w:rsidRPr="00842AF7">
        <w:rPr>
          <w:color w:val="000000"/>
          <w:sz w:val="22"/>
          <w:szCs w:val="22"/>
        </w:rPr>
        <w:t xml:space="preserve"> сайт</w:t>
      </w:r>
      <w:r>
        <w:rPr>
          <w:color w:val="000000"/>
          <w:sz w:val="22"/>
          <w:szCs w:val="22"/>
        </w:rPr>
        <w:t>е</w:t>
      </w:r>
      <w:r w:rsidRPr="00842AF7">
        <w:rPr>
          <w:color w:val="000000"/>
          <w:sz w:val="22"/>
          <w:szCs w:val="22"/>
        </w:rPr>
        <w:t xml:space="preserve"> администрации Муезерского муниципального района в сети Интернет </w:t>
      </w:r>
      <w:r w:rsidRPr="00025882">
        <w:rPr>
          <w:color w:val="000000"/>
          <w:sz w:val="22"/>
          <w:szCs w:val="22"/>
        </w:rPr>
        <w:t>http://www.muezersky.ru</w:t>
      </w:r>
      <w:r w:rsidRPr="00842AF7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 разделе</w:t>
      </w:r>
      <w:r w:rsidRPr="00842AF7">
        <w:rPr>
          <w:color w:val="000000"/>
          <w:sz w:val="22"/>
          <w:szCs w:val="22"/>
        </w:rPr>
        <w:t xml:space="preserve"> </w:t>
      </w:r>
      <w:r w:rsidRPr="00025882">
        <w:rPr>
          <w:color w:val="000000"/>
          <w:sz w:val="22"/>
          <w:szCs w:val="22"/>
        </w:rPr>
        <w:t xml:space="preserve">Градостроительная деятельность -  Градостроительное зонирование - Проект внесения изменений в Правила землепользования и застройки </w:t>
      </w:r>
      <w:r>
        <w:rPr>
          <w:color w:val="000000"/>
          <w:sz w:val="22"/>
          <w:szCs w:val="22"/>
        </w:rPr>
        <w:t>Пенингского</w:t>
      </w:r>
      <w:r w:rsidRPr="00025882">
        <w:rPr>
          <w:color w:val="000000"/>
          <w:sz w:val="22"/>
          <w:szCs w:val="22"/>
        </w:rPr>
        <w:t xml:space="preserve"> сельского поселения от </w:t>
      </w:r>
      <w:r>
        <w:rPr>
          <w:color w:val="000000"/>
          <w:sz w:val="22"/>
          <w:szCs w:val="22"/>
        </w:rPr>
        <w:t>05</w:t>
      </w:r>
      <w:r w:rsidRPr="00025882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02</w:t>
      </w:r>
      <w:r w:rsidRPr="00025882">
        <w:rPr>
          <w:color w:val="000000"/>
          <w:sz w:val="22"/>
          <w:szCs w:val="22"/>
        </w:rPr>
        <w:t>.20</w:t>
      </w:r>
      <w:r>
        <w:rPr>
          <w:color w:val="000000"/>
          <w:sz w:val="22"/>
          <w:szCs w:val="22"/>
        </w:rPr>
        <w:t>21</w:t>
      </w:r>
      <w:r w:rsidRPr="00025882">
        <w:rPr>
          <w:color w:val="000000"/>
          <w:sz w:val="22"/>
          <w:szCs w:val="22"/>
        </w:rPr>
        <w:t xml:space="preserve"> г.</w:t>
      </w:r>
    </w:p>
    <w:p w:rsidR="00180C39" w:rsidRDefault="00180C39" w:rsidP="00230726">
      <w:pPr>
        <w:jc w:val="both"/>
        <w:rPr>
          <w:color w:val="000000"/>
          <w:sz w:val="22"/>
          <w:szCs w:val="22"/>
        </w:rPr>
      </w:pPr>
    </w:p>
    <w:p w:rsidR="00180C39" w:rsidRDefault="00180C39" w:rsidP="00230726">
      <w:pPr>
        <w:jc w:val="both"/>
        <w:rPr>
          <w:color w:val="000000"/>
          <w:sz w:val="22"/>
          <w:szCs w:val="22"/>
        </w:rPr>
      </w:pPr>
    </w:p>
    <w:p w:rsidR="00180C39" w:rsidRPr="00842AF7" w:rsidRDefault="00180C39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Пенингского</w:t>
      </w:r>
      <w:r w:rsidRPr="00842AF7">
        <w:rPr>
          <w:color w:val="000000"/>
          <w:sz w:val="22"/>
          <w:szCs w:val="22"/>
        </w:rPr>
        <w:t xml:space="preserve"> сельского поселения             </w:t>
      </w:r>
      <w:r>
        <w:rPr>
          <w:color w:val="000000"/>
          <w:sz w:val="22"/>
          <w:szCs w:val="22"/>
        </w:rPr>
        <w:t xml:space="preserve">                                                             М</w:t>
      </w:r>
      <w:r w:rsidRPr="00842AF7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В</w:t>
      </w:r>
      <w:r w:rsidRPr="00842AF7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Зайцев</w:t>
      </w:r>
    </w:p>
    <w:sectPr w:rsidR="00180C39" w:rsidRPr="00842AF7" w:rsidSect="00F66AAE">
      <w:headerReference w:type="even" r:id="rId8"/>
      <w:headerReference w:type="default" r:id="rId9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C39" w:rsidRDefault="00180C39">
      <w:r>
        <w:separator/>
      </w:r>
    </w:p>
  </w:endnote>
  <w:endnote w:type="continuationSeparator" w:id="0">
    <w:p w:rsidR="00180C39" w:rsidRDefault="00180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C39" w:rsidRDefault="00180C39">
      <w:r>
        <w:separator/>
      </w:r>
    </w:p>
  </w:footnote>
  <w:footnote w:type="continuationSeparator" w:id="0">
    <w:p w:rsidR="00180C39" w:rsidRDefault="00180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39" w:rsidRDefault="00180C39" w:rsidP="001F19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0C39" w:rsidRDefault="00180C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39" w:rsidRDefault="00180C39" w:rsidP="001F19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80C39" w:rsidRDefault="00180C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362B7"/>
    <w:multiLevelType w:val="hybridMultilevel"/>
    <w:tmpl w:val="120C9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53711D6"/>
    <w:multiLevelType w:val="hybridMultilevel"/>
    <w:tmpl w:val="E9CA8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987"/>
    <w:rsid w:val="00001369"/>
    <w:rsid w:val="000062B6"/>
    <w:rsid w:val="00017102"/>
    <w:rsid w:val="0002123C"/>
    <w:rsid w:val="00025882"/>
    <w:rsid w:val="00064E32"/>
    <w:rsid w:val="000C000D"/>
    <w:rsid w:val="000C2023"/>
    <w:rsid w:val="00124943"/>
    <w:rsid w:val="0014491F"/>
    <w:rsid w:val="00147717"/>
    <w:rsid w:val="00167BDF"/>
    <w:rsid w:val="00174385"/>
    <w:rsid w:val="00180C39"/>
    <w:rsid w:val="00196C04"/>
    <w:rsid w:val="001D2AA9"/>
    <w:rsid w:val="001F1934"/>
    <w:rsid w:val="00230726"/>
    <w:rsid w:val="00241D57"/>
    <w:rsid w:val="002465BB"/>
    <w:rsid w:val="00340FE9"/>
    <w:rsid w:val="00352CBF"/>
    <w:rsid w:val="003B08E0"/>
    <w:rsid w:val="003F22DD"/>
    <w:rsid w:val="003F7F07"/>
    <w:rsid w:val="004054FC"/>
    <w:rsid w:val="0042488E"/>
    <w:rsid w:val="00425100"/>
    <w:rsid w:val="0047342E"/>
    <w:rsid w:val="00497CBE"/>
    <w:rsid w:val="004A7221"/>
    <w:rsid w:val="004B20DC"/>
    <w:rsid w:val="004B5A2D"/>
    <w:rsid w:val="004C60DF"/>
    <w:rsid w:val="004E63BA"/>
    <w:rsid w:val="004F21CE"/>
    <w:rsid w:val="004F44AA"/>
    <w:rsid w:val="00512C75"/>
    <w:rsid w:val="005258EE"/>
    <w:rsid w:val="00534987"/>
    <w:rsid w:val="00552874"/>
    <w:rsid w:val="00564B89"/>
    <w:rsid w:val="00666BEE"/>
    <w:rsid w:val="006A057C"/>
    <w:rsid w:val="00712EF0"/>
    <w:rsid w:val="00714114"/>
    <w:rsid w:val="0071689E"/>
    <w:rsid w:val="00732151"/>
    <w:rsid w:val="007A1864"/>
    <w:rsid w:val="007A45C5"/>
    <w:rsid w:val="007A5361"/>
    <w:rsid w:val="007A7172"/>
    <w:rsid w:val="007C7056"/>
    <w:rsid w:val="007D7F6D"/>
    <w:rsid w:val="007F291F"/>
    <w:rsid w:val="00842AF7"/>
    <w:rsid w:val="00881EE8"/>
    <w:rsid w:val="008B5180"/>
    <w:rsid w:val="008C6120"/>
    <w:rsid w:val="008D6749"/>
    <w:rsid w:val="008E1811"/>
    <w:rsid w:val="008F202B"/>
    <w:rsid w:val="00927B68"/>
    <w:rsid w:val="00936B29"/>
    <w:rsid w:val="00953931"/>
    <w:rsid w:val="00953AE6"/>
    <w:rsid w:val="009634F2"/>
    <w:rsid w:val="00964D63"/>
    <w:rsid w:val="00A02D69"/>
    <w:rsid w:val="00A13C5F"/>
    <w:rsid w:val="00A16AE3"/>
    <w:rsid w:val="00A47060"/>
    <w:rsid w:val="00A62AB3"/>
    <w:rsid w:val="00A813DB"/>
    <w:rsid w:val="00AB6B27"/>
    <w:rsid w:val="00B75E73"/>
    <w:rsid w:val="00B8393F"/>
    <w:rsid w:val="00B87540"/>
    <w:rsid w:val="00BA35B8"/>
    <w:rsid w:val="00BD2B53"/>
    <w:rsid w:val="00BD781F"/>
    <w:rsid w:val="00BF6DAF"/>
    <w:rsid w:val="00C27F82"/>
    <w:rsid w:val="00C33BBB"/>
    <w:rsid w:val="00CD23FA"/>
    <w:rsid w:val="00CE7161"/>
    <w:rsid w:val="00CF04D9"/>
    <w:rsid w:val="00CF623F"/>
    <w:rsid w:val="00D27E38"/>
    <w:rsid w:val="00D81107"/>
    <w:rsid w:val="00DD64E4"/>
    <w:rsid w:val="00DD7D74"/>
    <w:rsid w:val="00DE6782"/>
    <w:rsid w:val="00DF57FD"/>
    <w:rsid w:val="00E07004"/>
    <w:rsid w:val="00E252CB"/>
    <w:rsid w:val="00E87D74"/>
    <w:rsid w:val="00EC3513"/>
    <w:rsid w:val="00F66AAE"/>
    <w:rsid w:val="00F80CC5"/>
    <w:rsid w:val="00F8673A"/>
    <w:rsid w:val="00F91954"/>
    <w:rsid w:val="00FB54C9"/>
    <w:rsid w:val="00FC1713"/>
    <w:rsid w:val="00FD4678"/>
    <w:rsid w:val="00FD7BEF"/>
    <w:rsid w:val="00FF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0D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D7D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4C60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4C60DF"/>
    <w:rPr>
      <w:rFonts w:ascii="Times New Roman" w:hAnsi="Times New Roman"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Header">
    <w:name w:val="header"/>
    <w:basedOn w:val="Normal"/>
    <w:link w:val="HeaderChar"/>
    <w:uiPriority w:val="99"/>
    <w:rsid w:val="004C60D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8ED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C60DF"/>
    <w:rPr>
      <w:rFonts w:cs="Times New Roman"/>
    </w:rPr>
  </w:style>
  <w:style w:type="paragraph" w:styleId="ListParagraph">
    <w:name w:val="List Paragraph"/>
    <w:basedOn w:val="Normal"/>
    <w:uiPriority w:val="99"/>
    <w:qFormat/>
    <w:rsid w:val="008E1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ueadmin@inbo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1</Pages>
  <Words>418</Words>
  <Characters>2384</Characters>
  <Application>Microsoft Office Outlook</Application>
  <DocSecurity>0</DocSecurity>
  <Lines>0</Lines>
  <Paragraphs>0</Paragraphs>
  <ScaleCrop>false</ScaleCrop>
  <Company>Architec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Aslava</dc:creator>
  <cp:keywords/>
  <dc:description/>
  <cp:lastModifiedBy>ПЕНИНГАДМИН</cp:lastModifiedBy>
  <cp:revision>18</cp:revision>
  <cp:lastPrinted>2011-12-23T08:39:00Z</cp:lastPrinted>
  <dcterms:created xsi:type="dcterms:W3CDTF">2016-12-26T14:06:00Z</dcterms:created>
  <dcterms:modified xsi:type="dcterms:W3CDTF">2021-02-11T13:11:00Z</dcterms:modified>
</cp:coreProperties>
</file>